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0C2" w:rsidRPr="00CE0243" w:rsidRDefault="008050C2" w:rsidP="005B35CD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 xml:space="preserve">Set </w:t>
      </w:r>
      <w:r>
        <w:rPr>
          <w:rFonts w:ascii="Segoe UI Light" w:hAnsi="Segoe UI Light" w:cs="Segoe UI Light"/>
          <w:sz w:val="36"/>
        </w:rPr>
        <w:t xml:space="preserve">7: </w:t>
      </w:r>
      <w:r w:rsidRPr="00E72715">
        <w:rPr>
          <w:rFonts w:ascii="Segoe UI Light" w:hAnsi="Segoe UI Light" w:cs="Segoe UI Light"/>
          <w:sz w:val="36"/>
        </w:rPr>
        <w:t>Words with ‘cei’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8050C2" w:rsidRPr="00B446D3" w:rsidTr="00B446D3">
        <w:trPr>
          <w:trHeight w:val="558"/>
        </w:trPr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B446D3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446D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B446D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B446D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446D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B446D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B446D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B446D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B446D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B446D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ceiling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deceive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receive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perceive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receipt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misconceive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conceit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deceit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receiver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8050C2" w:rsidRPr="00B446D3" w:rsidTr="00B446D3">
        <w:tc>
          <w:tcPr>
            <w:tcW w:w="3012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B446D3">
              <w:rPr>
                <w:rFonts w:ascii="Segoe UI Light" w:hAnsi="Segoe UI Light" w:cs="Segoe UI Light"/>
                <w:sz w:val="36"/>
                <w:szCs w:val="36"/>
              </w:rPr>
              <w:t>inconceivable</w:t>
            </w:r>
          </w:p>
        </w:tc>
        <w:tc>
          <w:tcPr>
            <w:tcW w:w="2703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8050C2" w:rsidRPr="00B446D3" w:rsidRDefault="008050C2" w:rsidP="00B446D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050C2" w:rsidRPr="00F07B5A" w:rsidRDefault="008050C2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8050C2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0C2" w:rsidRDefault="008050C2">
      <w:r>
        <w:separator/>
      </w:r>
    </w:p>
  </w:endnote>
  <w:endnote w:type="continuationSeparator" w:id="0">
    <w:p w:rsidR="008050C2" w:rsidRDefault="00805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0C2" w:rsidRDefault="008050C2" w:rsidP="00B6231F">
    <w:pPr>
      <w:pStyle w:val="Footer"/>
    </w:pPr>
    <w:r>
      <w:t>Swaffield Primary School 2014</w:t>
    </w:r>
  </w:p>
  <w:p w:rsidR="008050C2" w:rsidRDefault="008050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0C2" w:rsidRDefault="008050C2">
      <w:r>
        <w:separator/>
      </w:r>
    </w:p>
  </w:footnote>
  <w:footnote w:type="continuationSeparator" w:id="0">
    <w:p w:rsidR="008050C2" w:rsidRDefault="008050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0446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92F5F"/>
    <w:rsid w:val="00796625"/>
    <w:rsid w:val="007B641D"/>
    <w:rsid w:val="008050C2"/>
    <w:rsid w:val="00840AC0"/>
    <w:rsid w:val="00886C0C"/>
    <w:rsid w:val="00895474"/>
    <w:rsid w:val="008B1CED"/>
    <w:rsid w:val="008B3CA7"/>
    <w:rsid w:val="008D72A7"/>
    <w:rsid w:val="008E2DF9"/>
    <w:rsid w:val="008F6B43"/>
    <w:rsid w:val="0093052C"/>
    <w:rsid w:val="00946291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B030A"/>
    <w:rsid w:val="00AD60DA"/>
    <w:rsid w:val="00B31C91"/>
    <w:rsid w:val="00B446D3"/>
    <w:rsid w:val="00B47958"/>
    <w:rsid w:val="00B6231F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6231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62D3"/>
    <w:rPr>
      <w:lang w:eastAsia="en-US"/>
    </w:rPr>
  </w:style>
  <w:style w:type="paragraph" w:styleId="Footer">
    <w:name w:val="footer"/>
    <w:basedOn w:val="Normal"/>
    <w:link w:val="FooterChar"/>
    <w:uiPriority w:val="99"/>
    <w:rsid w:val="00B6231F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6231F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56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</Words>
  <Characters>162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2013-12-08T14:40:00Z</dcterms:created>
  <dcterms:modified xsi:type="dcterms:W3CDTF">2014-07-14T14:57:00Z</dcterms:modified>
</cp:coreProperties>
</file>